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4965"/>
      </w:tblGrid>
      <w:tr w:rsidR="002D2D72" w:rsidRPr="00AD5B98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D2D72" w:rsidRDefault="002D2D72" w:rsidP="00835AB3">
            <w:pPr>
              <w:pStyle w:val="Picture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835AB3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C056E5">
            <w:pPr>
              <w:pStyle w:val="Heading2"/>
            </w:pPr>
          </w:p>
          <w:p w:rsidR="002D2D72" w:rsidRDefault="002D2D72" w:rsidP="00C056E5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C056E5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C056E5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C056E5">
            <w:pPr>
              <w:pStyle w:val="Information"/>
              <w:rPr>
                <w:lang w:val="pt-BR"/>
              </w:rPr>
            </w:pPr>
          </w:p>
        </w:tc>
        <w:tc>
          <w:tcPr>
            <w:tcW w:w="4965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26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</w:tr>
      <w:tr w:rsidR="002D2D72" w:rsidRPr="00AD5B98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27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  <w:tc>
          <w:tcPr>
            <w:tcW w:w="4965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28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</w:tr>
      <w:tr w:rsidR="002D2D72" w:rsidRPr="00AD5B98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29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  <w:tc>
          <w:tcPr>
            <w:tcW w:w="4965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30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</w:tr>
      <w:tr w:rsidR="002D2D72" w:rsidRPr="00AD5B98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31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b/>
                <w:lang w:val="pt-BR"/>
              </w:rPr>
            </w:pPr>
          </w:p>
        </w:tc>
        <w:tc>
          <w:tcPr>
            <w:tcW w:w="4965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32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</w:tr>
      <w:tr w:rsidR="002D2D72" w:rsidRPr="00AD5B98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33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  <w:tc>
          <w:tcPr>
            <w:tcW w:w="4965" w:type="dxa"/>
            <w:vAlign w:val="center"/>
          </w:tcPr>
          <w:p w:rsidR="002D2D72" w:rsidRDefault="002D2D72" w:rsidP="00B13427">
            <w:pPr>
              <w:pStyle w:val="Picture"/>
            </w:pPr>
            <w:r>
              <w:pict>
                <v:shape id="_x0000_i1034" type="#_x0000_t75" style="width:39pt;height:39pt">
                  <v:imagedata r:id="rId4" o:title=""/>
                </v:shape>
              </w:pict>
            </w:r>
          </w:p>
          <w:p w:rsidR="002D2D72" w:rsidRPr="00B13427" w:rsidRDefault="002D2D72" w:rsidP="00B13427">
            <w:pPr>
              <w:pStyle w:val="Heading1"/>
              <w:rPr>
                <w:sz w:val="28"/>
              </w:rPr>
            </w:pPr>
            <w:r w:rsidRPr="00B13427">
              <w:rPr>
                <w:rFonts w:ascii="Trebuchet MS" w:hAnsi="Trebuchet MS"/>
                <w:b/>
                <w:sz w:val="28"/>
              </w:rPr>
              <w:t>APIAS</w:t>
            </w:r>
            <w:r w:rsidRPr="00B13427">
              <w:rPr>
                <w:sz w:val="28"/>
              </w:rPr>
              <w:t xml:space="preserve"> </w:t>
            </w:r>
            <w:r w:rsidRPr="00B13427">
              <w:rPr>
                <w:rFonts w:ascii="Trebuchet MS" w:hAnsi="Trebuchet MS"/>
                <w:sz w:val="28"/>
              </w:rPr>
              <w:t>Training</w:t>
            </w:r>
          </w:p>
          <w:p w:rsidR="002D2D72" w:rsidRPr="00C056E5" w:rsidRDefault="002D2D72" w:rsidP="00B13427">
            <w:pPr>
              <w:pStyle w:val="Heading2"/>
            </w:pPr>
          </w:p>
          <w:p w:rsidR="002D2D72" w:rsidRDefault="002D2D72" w:rsidP="00B13427">
            <w:pPr>
              <w:pStyle w:val="Heading3"/>
            </w:pPr>
            <w:r>
              <w:t>MATT BROWN</w:t>
            </w:r>
          </w:p>
          <w:p w:rsidR="002D2D72" w:rsidRPr="00B13427" w:rsidRDefault="002D2D72" w:rsidP="00B13427">
            <w:pPr>
              <w:jc w:val="center"/>
            </w:pPr>
            <w:r>
              <w:t>Director – Facilitator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Melbourne, Australia</w:t>
            </w:r>
          </w:p>
          <w:p w:rsidR="002D2D72" w:rsidRPr="00AD5B98" w:rsidRDefault="002D2D72" w:rsidP="00B13427">
            <w:pPr>
              <w:pStyle w:val="Information"/>
              <w:rPr>
                <w:lang w:val="pt-BR"/>
              </w:rPr>
            </w:pPr>
            <w:r w:rsidRPr="00AD5B98">
              <w:rPr>
                <w:lang w:val="pt-BR"/>
              </w:rPr>
              <w:t>P +61 411 354 341 E apiastraining@gmail.com</w:t>
            </w:r>
          </w:p>
          <w:p w:rsidR="002D2D72" w:rsidRPr="00AD5B98" w:rsidRDefault="002D2D72" w:rsidP="00835AB3">
            <w:pPr>
              <w:pStyle w:val="Information"/>
              <w:rPr>
                <w:lang w:val="pt-BR"/>
              </w:rPr>
            </w:pPr>
          </w:p>
        </w:tc>
      </w:tr>
    </w:tbl>
    <w:p w:rsidR="002D2D72" w:rsidRPr="00AD5B98" w:rsidRDefault="002D2D72" w:rsidP="00C056E5">
      <w:pPr>
        <w:rPr>
          <w:lang w:val="pt-BR"/>
        </w:rPr>
      </w:pPr>
    </w:p>
    <w:sectPr w:rsidR="002D2D72" w:rsidRPr="00AD5B98" w:rsidSect="00C767BE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412"/>
    <w:rsid w:val="000D259D"/>
    <w:rsid w:val="00131462"/>
    <w:rsid w:val="00223A7B"/>
    <w:rsid w:val="00227A70"/>
    <w:rsid w:val="00227F04"/>
    <w:rsid w:val="00256968"/>
    <w:rsid w:val="002607D0"/>
    <w:rsid w:val="00267151"/>
    <w:rsid w:val="00272E5E"/>
    <w:rsid w:val="002D2D72"/>
    <w:rsid w:val="00411AF4"/>
    <w:rsid w:val="004B7E48"/>
    <w:rsid w:val="0054284B"/>
    <w:rsid w:val="00633B3A"/>
    <w:rsid w:val="00640211"/>
    <w:rsid w:val="00676C9C"/>
    <w:rsid w:val="00684478"/>
    <w:rsid w:val="0072049E"/>
    <w:rsid w:val="00753F59"/>
    <w:rsid w:val="007E34DA"/>
    <w:rsid w:val="00805342"/>
    <w:rsid w:val="00835AB3"/>
    <w:rsid w:val="008709FF"/>
    <w:rsid w:val="00950115"/>
    <w:rsid w:val="009651DC"/>
    <w:rsid w:val="00983590"/>
    <w:rsid w:val="009E6978"/>
    <w:rsid w:val="00A61B64"/>
    <w:rsid w:val="00AC50B1"/>
    <w:rsid w:val="00AD5B98"/>
    <w:rsid w:val="00B13427"/>
    <w:rsid w:val="00B21412"/>
    <w:rsid w:val="00B3098D"/>
    <w:rsid w:val="00B56ABF"/>
    <w:rsid w:val="00BA0C8C"/>
    <w:rsid w:val="00BC50FB"/>
    <w:rsid w:val="00C056E5"/>
    <w:rsid w:val="00C132B5"/>
    <w:rsid w:val="00C767BE"/>
    <w:rsid w:val="00CC01F4"/>
    <w:rsid w:val="00CE3AA7"/>
    <w:rsid w:val="00CE3D7A"/>
    <w:rsid w:val="00CF44F6"/>
    <w:rsid w:val="00D036C4"/>
    <w:rsid w:val="00D11BE8"/>
    <w:rsid w:val="00D5689F"/>
    <w:rsid w:val="00DA3377"/>
    <w:rsid w:val="00DD7396"/>
    <w:rsid w:val="00E23366"/>
    <w:rsid w:val="00EA4E07"/>
    <w:rsid w:val="00EA6936"/>
    <w:rsid w:val="00EE78DB"/>
    <w:rsid w:val="00F072AE"/>
    <w:rsid w:val="00F35E04"/>
    <w:rsid w:val="00F64D83"/>
    <w:rsid w:val="00F72C65"/>
    <w:rsid w:val="00F846BF"/>
    <w:rsid w:val="00FA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6E5"/>
    <w:rPr>
      <w:rFonts w:ascii="Century Gothic" w:hAnsi="Century Gothic"/>
      <w:sz w:val="16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5AB3"/>
    <w:pPr>
      <w:spacing w:before="200"/>
      <w:jc w:val="center"/>
      <w:outlineLvl w:val="0"/>
    </w:pPr>
    <w:rPr>
      <w:color w:val="0999E1"/>
      <w:spacing w:val="7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056E5"/>
    <w:pPr>
      <w:jc w:val="center"/>
      <w:outlineLvl w:val="1"/>
    </w:pPr>
    <w:rPr>
      <w:i/>
      <w:color w:val="0999E1"/>
      <w:sz w:val="1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056E5"/>
    <w:pPr>
      <w:spacing w:before="200"/>
      <w:jc w:val="center"/>
      <w:outlineLvl w:val="2"/>
    </w:pPr>
    <w:rPr>
      <w:b/>
      <w:caps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A5D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2A5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2A5D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Information">
    <w:name w:val="Information"/>
    <w:basedOn w:val="Normal"/>
    <w:uiPriority w:val="99"/>
    <w:rsid w:val="00C056E5"/>
    <w:pPr>
      <w:jc w:val="center"/>
    </w:pPr>
    <w:rPr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056E5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A5D"/>
    <w:rPr>
      <w:sz w:val="0"/>
      <w:szCs w:val="0"/>
      <w:lang w:val="en-US" w:eastAsia="en-US"/>
    </w:rPr>
  </w:style>
  <w:style w:type="paragraph" w:customStyle="1" w:styleId="Picture">
    <w:name w:val="Picture"/>
    <w:basedOn w:val="Normal"/>
    <w:uiPriority w:val="99"/>
    <w:rsid w:val="00835AB3"/>
    <w:pPr>
      <w:spacing w:before="16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CatGrace\AppData\Roaming\Microsoft\Templates\Fashion%20industry%20business%20car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Fashion industry business cards</Template>
  <TotalTime>1</TotalTime>
  <Pages>1</Pages>
  <Words>150</Words>
  <Characters>980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CatGrace</dc:creator>
  <cp:keywords/>
  <dc:description/>
  <cp:lastModifiedBy>v294925</cp:lastModifiedBy>
  <cp:revision>2</cp:revision>
  <cp:lastPrinted>2004-01-13T04:42:00Z</cp:lastPrinted>
  <dcterms:created xsi:type="dcterms:W3CDTF">2013-10-17T21:25:00Z</dcterms:created>
  <dcterms:modified xsi:type="dcterms:W3CDTF">2013-10-17T21:25:00Z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TC011849241033</vt:lpwstr>
  </property>
</Properties>
</file>